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AA7659">
        <w:rPr>
          <w:rFonts w:ascii="Arial" w:hAnsi="Arial" w:cs="Arial"/>
          <w:b/>
          <w:caps/>
          <w:sz w:val="28"/>
          <w:szCs w:val="28"/>
        </w:rPr>
        <w:t>3</w:t>
      </w:r>
      <w:r w:rsidR="00787D89">
        <w:rPr>
          <w:rFonts w:ascii="Arial" w:hAnsi="Arial" w:cs="Arial"/>
          <w:b/>
          <w:caps/>
          <w:sz w:val="28"/>
          <w:szCs w:val="28"/>
        </w:rPr>
        <w:t>39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6B6294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0951D3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787D89" w:rsidP="000E28B8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Parabeniza o jovem </w:t>
            </w:r>
            <w:r w:rsidR="000E28B8">
              <w:rPr>
                <w:rFonts w:ascii="Arial" w:hAnsi="Arial" w:cs="Arial"/>
                <w:sz w:val="20"/>
                <w:szCs w:val="20"/>
              </w:rPr>
              <w:t>bailarino</w:t>
            </w:r>
            <w:r>
              <w:rPr>
                <w:rFonts w:ascii="Arial" w:hAnsi="Arial" w:cs="Arial"/>
                <w:sz w:val="20"/>
                <w:szCs w:val="20"/>
              </w:rPr>
              <w:t xml:space="preserve"> Isaac Otávio Gomes da Silva por sua aprovação na Escola do Teatro Bolshoi no Brasil</w:t>
            </w:r>
            <w:r w:rsidR="00993E23" w:rsidRPr="00993E23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F7497" w:rsidRPr="00BF791A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BF791A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Presidente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 w:rsidR="00E01246" w:rsidRPr="00E01246">
        <w:rPr>
          <w:rFonts w:ascii="Arial" w:hAnsi="Arial" w:cs="Arial"/>
        </w:rPr>
        <w:t>d</w:t>
      </w:r>
      <w:r w:rsidR="00C216EE">
        <w:rPr>
          <w:rFonts w:ascii="Arial" w:hAnsi="Arial" w:cs="Arial"/>
        </w:rPr>
        <w:t>e</w:t>
      </w:r>
      <w:r w:rsidR="00230024" w:rsidRPr="00230024">
        <w:rPr>
          <w:rFonts w:ascii="Arial" w:hAnsi="Arial" w:cs="Arial"/>
        </w:rPr>
        <w:t xml:space="preserve"> </w:t>
      </w:r>
      <w:r w:rsidR="00477691">
        <w:rPr>
          <w:rFonts w:ascii="Arial" w:hAnsi="Arial" w:cs="Arial"/>
        </w:rPr>
        <w:t>nossos parabéns a</w:t>
      </w:r>
      <w:r w:rsidR="00477691" w:rsidRPr="00477691">
        <w:rPr>
          <w:rFonts w:ascii="Arial" w:hAnsi="Arial" w:cs="Arial"/>
        </w:rPr>
        <w:t xml:space="preserve">o jovem </w:t>
      </w:r>
      <w:r w:rsidR="00100F31">
        <w:rPr>
          <w:rFonts w:ascii="Arial" w:hAnsi="Arial" w:cs="Arial"/>
        </w:rPr>
        <w:t>bailarino</w:t>
      </w:r>
      <w:r w:rsidR="00477691" w:rsidRPr="00477691">
        <w:rPr>
          <w:rFonts w:ascii="Arial" w:hAnsi="Arial" w:cs="Arial"/>
        </w:rPr>
        <w:t xml:space="preserve"> Isaac Otávio Gomes da Silva por sua aprovação na Escola do Teatro Bolshoi no Brasil</w:t>
      </w:r>
      <w:r w:rsidR="00705353">
        <w:rPr>
          <w:rFonts w:ascii="Arial" w:hAnsi="Arial" w:cs="Arial"/>
        </w:rPr>
        <w:t>.</w:t>
      </w:r>
      <w:bookmarkStart w:id="0" w:name="_GoBack"/>
      <w:bookmarkEnd w:id="0"/>
    </w:p>
    <w:p w:rsidR="00421F78" w:rsidRDefault="00421F78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76754D">
        <w:rPr>
          <w:rFonts w:ascii="Arial" w:hAnsi="Arial" w:cs="Arial"/>
        </w:rPr>
        <w:t xml:space="preserve">A Escola de Teatro Bolshoi localizada em Joinville/SC é a única filial do </w:t>
      </w:r>
      <w:r>
        <w:rPr>
          <w:rFonts w:ascii="Arial" w:hAnsi="Arial" w:cs="Arial"/>
        </w:rPr>
        <w:t xml:space="preserve">famoso </w:t>
      </w:r>
      <w:r w:rsidRPr="0076754D">
        <w:rPr>
          <w:rFonts w:ascii="Arial" w:hAnsi="Arial" w:cs="Arial"/>
        </w:rPr>
        <w:t>Teatro Bolshoi da Rússia</w:t>
      </w:r>
      <w:r>
        <w:rPr>
          <w:rFonts w:ascii="Arial" w:hAnsi="Arial" w:cs="Arial"/>
        </w:rPr>
        <w:t>.</w:t>
      </w:r>
    </w:p>
    <w:p w:rsidR="003A77BE" w:rsidRDefault="00845422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845422">
        <w:rPr>
          <w:rFonts w:ascii="Arial" w:hAnsi="Arial" w:cs="Arial"/>
        </w:rPr>
        <w:t>Feito este registro</w:t>
      </w:r>
      <w:r w:rsidR="003F7497" w:rsidRPr="00BF791A">
        <w:rPr>
          <w:rFonts w:ascii="Arial" w:hAnsi="Arial" w:cs="Arial"/>
        </w:rPr>
        <w:t xml:space="preserve">, </w:t>
      </w:r>
      <w:smartTag w:uri="schemas-houaiss/mini" w:element="verbetes">
        <w:r w:rsidR="003F7497" w:rsidRPr="00BF791A">
          <w:rPr>
            <w:rFonts w:ascii="Arial" w:hAnsi="Arial" w:cs="Arial"/>
          </w:rPr>
          <w:t>respeitosamente</w:t>
        </w:r>
      </w:smartTag>
      <w:r w:rsidR="003F7497" w:rsidRPr="00BF791A">
        <w:rPr>
          <w:rFonts w:ascii="Arial" w:hAnsi="Arial" w:cs="Arial"/>
        </w:rPr>
        <w:t xml:space="preserve"> </w:t>
      </w:r>
      <w:r w:rsidR="003F7497" w:rsidRPr="00BF791A">
        <w:rPr>
          <w:rFonts w:ascii="Arial" w:hAnsi="Arial" w:cs="Arial"/>
          <w:b/>
        </w:rPr>
        <w:t>REQUEREMOS</w:t>
      </w:r>
      <w:r w:rsidR="003F7497" w:rsidRPr="00BF791A">
        <w:rPr>
          <w:rFonts w:ascii="Arial" w:hAnsi="Arial" w:cs="Arial"/>
        </w:rPr>
        <w:t xml:space="preserve"> à </w:t>
      </w:r>
      <w:smartTag w:uri="schemas-houaiss/mini" w:element="verbetes">
        <w:r w:rsidR="003F7497" w:rsidRPr="00BF791A">
          <w:rPr>
            <w:rFonts w:ascii="Arial" w:hAnsi="Arial" w:cs="Arial"/>
          </w:rPr>
          <w:t>Presidência</w:t>
        </w:r>
      </w:smartTag>
      <w:r w:rsidR="003F7497" w:rsidRPr="00BF791A">
        <w:rPr>
          <w:rFonts w:ascii="Arial" w:hAnsi="Arial" w:cs="Arial"/>
        </w:rPr>
        <w:t xml:space="preserve"> desta </w:t>
      </w:r>
      <w:smartTag w:uri="schemas-houaiss/mini" w:element="verbetes">
        <w:r w:rsidR="003F7497" w:rsidRPr="00BF791A">
          <w:rPr>
            <w:rFonts w:ascii="Arial" w:hAnsi="Arial" w:cs="Arial"/>
          </w:rPr>
          <w:t>Casa</w:t>
        </w:r>
      </w:smartTag>
      <w:r w:rsidR="003F7497" w:rsidRPr="00BF791A">
        <w:rPr>
          <w:rFonts w:ascii="Arial" w:hAnsi="Arial" w:cs="Arial"/>
        </w:rPr>
        <w:t xml:space="preserve"> que sejam adotadas as </w:t>
      </w:r>
      <w:smartTag w:uri="schemas-houaiss/mini" w:element="verbetes">
        <w:r w:rsidR="003F7497" w:rsidRPr="00BF791A">
          <w:rPr>
            <w:rFonts w:ascii="Arial" w:hAnsi="Arial" w:cs="Arial"/>
          </w:rPr>
          <w:t>providências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mini" w:element="verbetes">
        <w:r w:rsidR="003F7497" w:rsidRPr="00BF791A">
          <w:rPr>
            <w:rFonts w:ascii="Arial" w:hAnsi="Arial" w:cs="Arial"/>
          </w:rPr>
          <w:t>habituais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acao" w:element="dm">
        <w:r w:rsidR="003F7497" w:rsidRPr="00BF791A">
          <w:rPr>
            <w:rFonts w:ascii="Arial" w:hAnsi="Arial" w:cs="Arial"/>
          </w:rPr>
          <w:t>para</w:t>
        </w:r>
      </w:smartTag>
      <w:r w:rsidR="003F7497" w:rsidRPr="00BF791A">
        <w:rPr>
          <w:rFonts w:ascii="Arial" w:hAnsi="Arial" w:cs="Arial"/>
        </w:rPr>
        <w:t xml:space="preserve"> a </w:t>
      </w:r>
      <w:smartTag w:uri="schemas-houaiss/acao" w:element="dm">
        <w:r w:rsidR="003F7497" w:rsidRPr="00BF791A">
          <w:rPr>
            <w:rFonts w:ascii="Arial" w:hAnsi="Arial" w:cs="Arial"/>
          </w:rPr>
          <w:t>divulgação</w:t>
        </w:r>
      </w:smartTag>
      <w:r w:rsidR="003F7497" w:rsidRPr="00BF791A">
        <w:rPr>
          <w:rFonts w:ascii="Arial" w:hAnsi="Arial" w:cs="Arial"/>
        </w:rPr>
        <w:t xml:space="preserve"> da </w:t>
      </w:r>
      <w:smartTag w:uri="schemas-houaiss/acao" w:element="dm">
        <w:r w:rsidR="003F7497" w:rsidRPr="00BF791A">
          <w:rPr>
            <w:rFonts w:ascii="Arial" w:hAnsi="Arial" w:cs="Arial"/>
          </w:rPr>
          <w:t>presente</w:t>
        </w:r>
      </w:smartTag>
      <w:r w:rsidR="003F7497" w:rsidRPr="00BF791A">
        <w:rPr>
          <w:rFonts w:ascii="Arial" w:hAnsi="Arial" w:cs="Arial"/>
        </w:rPr>
        <w:t xml:space="preserve"> manifestação.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880098">
        <w:rPr>
          <w:rFonts w:ascii="Arial" w:hAnsi="Arial" w:cs="Arial"/>
        </w:rPr>
        <w:t>15</w:t>
      </w:r>
      <w:r w:rsidR="002E15CA">
        <w:rPr>
          <w:rFonts w:ascii="Arial" w:hAnsi="Arial" w:cs="Arial"/>
        </w:rPr>
        <w:t xml:space="preserve"> de </w:t>
      </w:r>
      <w:r w:rsidR="00ED2BD6">
        <w:rPr>
          <w:rFonts w:ascii="Arial" w:hAnsi="Arial" w:cs="Arial"/>
        </w:rPr>
        <w:t>agosto</w:t>
      </w:r>
      <w:r w:rsidR="009B0C5A">
        <w:rPr>
          <w:rFonts w:ascii="Arial" w:hAnsi="Arial" w:cs="Arial"/>
        </w:rPr>
        <w:t xml:space="preserve"> </w:t>
      </w:r>
      <w:r w:rsidR="00552FF2">
        <w:rPr>
          <w:rFonts w:ascii="Arial" w:hAnsi="Arial" w:cs="Arial"/>
        </w:rPr>
        <w:t>de 2018</w:t>
      </w:r>
      <w:r w:rsidR="002E15CA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E0631" w:rsidRPr="001E0631" w:rsidRDefault="001E0631" w:rsidP="001E0631">
      <w:pPr>
        <w:tabs>
          <w:tab w:val="left" w:pos="-600"/>
        </w:tabs>
        <w:spacing w:after="120" w:line="360" w:lineRule="auto"/>
        <w:ind w:firstLine="1701"/>
        <w:jc w:val="both"/>
        <w:rPr>
          <w:rFonts w:ascii="Arial" w:hAnsi="Arial" w:cs="Arial"/>
        </w:rPr>
      </w:pPr>
    </w:p>
    <w:p w:rsidR="001E0631" w:rsidRPr="001E0631" w:rsidRDefault="001E0631" w:rsidP="001E0631">
      <w:pPr>
        <w:tabs>
          <w:tab w:val="left" w:pos="-600"/>
        </w:tabs>
        <w:jc w:val="center"/>
        <w:rPr>
          <w:rFonts w:ascii="Arial" w:hAnsi="Arial" w:cs="Arial"/>
          <w:b/>
        </w:rPr>
      </w:pPr>
      <w:r w:rsidRPr="001E0631">
        <w:rPr>
          <w:rFonts w:ascii="Arial" w:hAnsi="Arial" w:cs="Arial"/>
          <w:b/>
        </w:rPr>
        <w:t>VALMIR DO PARQUE MEIA LUA</w:t>
      </w:r>
    </w:p>
    <w:p w:rsidR="001E0631" w:rsidRPr="001E0631" w:rsidRDefault="001E0631" w:rsidP="001E0631">
      <w:pPr>
        <w:tabs>
          <w:tab w:val="left" w:pos="-600"/>
        </w:tabs>
        <w:jc w:val="center"/>
        <w:rPr>
          <w:rFonts w:ascii="Arial" w:hAnsi="Arial" w:cs="Arial"/>
        </w:rPr>
      </w:pPr>
      <w:r w:rsidRPr="001E0631">
        <w:rPr>
          <w:rFonts w:ascii="Arial" w:hAnsi="Arial" w:cs="Arial"/>
        </w:rPr>
        <w:t>Vereador – Líder do DC</w:t>
      </w:r>
    </w:p>
    <w:p w:rsidR="00106F15" w:rsidRDefault="001E0631" w:rsidP="001E0631">
      <w:pPr>
        <w:tabs>
          <w:tab w:val="left" w:pos="-600"/>
        </w:tabs>
        <w:jc w:val="center"/>
        <w:rPr>
          <w:rFonts w:ascii="Arial" w:hAnsi="Arial" w:cs="Arial"/>
        </w:rPr>
      </w:pPr>
      <w:r w:rsidRPr="001E0631">
        <w:rPr>
          <w:rFonts w:ascii="Arial" w:hAnsi="Arial" w:cs="Arial"/>
        </w:rPr>
        <w:t>Vice-Presidente</w:t>
      </w:r>
    </w:p>
    <w:sectPr w:rsidR="00106F15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5E98" w:rsidRDefault="00D85E98">
      <w:r>
        <w:separator/>
      </w:r>
    </w:p>
  </w:endnote>
  <w:endnote w:type="continuationSeparator" w:id="0">
    <w:p w:rsidR="00D85E98" w:rsidRDefault="00D85E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5E98" w:rsidRDefault="00D85E98">
      <w:r>
        <w:separator/>
      </w:r>
    </w:p>
  </w:footnote>
  <w:footnote w:type="continuationSeparator" w:id="0">
    <w:p w:rsidR="00D85E98" w:rsidRDefault="00D85E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06F1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144C0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6F4E6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MOA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6F4E6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MOA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0951D3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0951D3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144C0"/>
    <w:rsid w:val="00022410"/>
    <w:rsid w:val="00024FD3"/>
    <w:rsid w:val="00046A15"/>
    <w:rsid w:val="00051A83"/>
    <w:rsid w:val="00056288"/>
    <w:rsid w:val="000663E6"/>
    <w:rsid w:val="00083531"/>
    <w:rsid w:val="0008556E"/>
    <w:rsid w:val="00090C35"/>
    <w:rsid w:val="00094490"/>
    <w:rsid w:val="000951D3"/>
    <w:rsid w:val="000958D5"/>
    <w:rsid w:val="00097CAE"/>
    <w:rsid w:val="000A10D6"/>
    <w:rsid w:val="000B3209"/>
    <w:rsid w:val="000E28B8"/>
    <w:rsid w:val="000E5167"/>
    <w:rsid w:val="000F25A2"/>
    <w:rsid w:val="000F288A"/>
    <w:rsid w:val="000F6251"/>
    <w:rsid w:val="00100F31"/>
    <w:rsid w:val="001039D3"/>
    <w:rsid w:val="00106F15"/>
    <w:rsid w:val="001100E6"/>
    <w:rsid w:val="001118EC"/>
    <w:rsid w:val="0014591F"/>
    <w:rsid w:val="00150EE2"/>
    <w:rsid w:val="0016285A"/>
    <w:rsid w:val="00164350"/>
    <w:rsid w:val="00172E81"/>
    <w:rsid w:val="00177D5F"/>
    <w:rsid w:val="001801A4"/>
    <w:rsid w:val="00181CD2"/>
    <w:rsid w:val="0018517B"/>
    <w:rsid w:val="001A09F2"/>
    <w:rsid w:val="001B0773"/>
    <w:rsid w:val="001B0C2E"/>
    <w:rsid w:val="001D49F1"/>
    <w:rsid w:val="001E0631"/>
    <w:rsid w:val="001F13C3"/>
    <w:rsid w:val="00204ED7"/>
    <w:rsid w:val="002129AA"/>
    <w:rsid w:val="00230024"/>
    <w:rsid w:val="00230859"/>
    <w:rsid w:val="00246B67"/>
    <w:rsid w:val="00252244"/>
    <w:rsid w:val="00253C82"/>
    <w:rsid w:val="002753FB"/>
    <w:rsid w:val="00286956"/>
    <w:rsid w:val="00294735"/>
    <w:rsid w:val="002A7434"/>
    <w:rsid w:val="002A7D70"/>
    <w:rsid w:val="002B548D"/>
    <w:rsid w:val="002C4B2B"/>
    <w:rsid w:val="002C5C70"/>
    <w:rsid w:val="002D3966"/>
    <w:rsid w:val="002D3D9E"/>
    <w:rsid w:val="002E15CA"/>
    <w:rsid w:val="002E4317"/>
    <w:rsid w:val="002E6A9B"/>
    <w:rsid w:val="002E75B3"/>
    <w:rsid w:val="002F02DB"/>
    <w:rsid w:val="002F6A8C"/>
    <w:rsid w:val="002F7E4A"/>
    <w:rsid w:val="002F7E96"/>
    <w:rsid w:val="0030168E"/>
    <w:rsid w:val="00304DA5"/>
    <w:rsid w:val="00310E17"/>
    <w:rsid w:val="00317C1A"/>
    <w:rsid w:val="00323F0F"/>
    <w:rsid w:val="00340FEB"/>
    <w:rsid w:val="00347D5E"/>
    <w:rsid w:val="00355C36"/>
    <w:rsid w:val="00357017"/>
    <w:rsid w:val="00366245"/>
    <w:rsid w:val="00381797"/>
    <w:rsid w:val="0038365B"/>
    <w:rsid w:val="003848C4"/>
    <w:rsid w:val="003966A8"/>
    <w:rsid w:val="00397F09"/>
    <w:rsid w:val="00397FF3"/>
    <w:rsid w:val="003A77BE"/>
    <w:rsid w:val="003B063F"/>
    <w:rsid w:val="003B160B"/>
    <w:rsid w:val="003B4B31"/>
    <w:rsid w:val="003C636F"/>
    <w:rsid w:val="003D46BA"/>
    <w:rsid w:val="003E188F"/>
    <w:rsid w:val="003F7497"/>
    <w:rsid w:val="00412795"/>
    <w:rsid w:val="00415285"/>
    <w:rsid w:val="00421F69"/>
    <w:rsid w:val="00421F78"/>
    <w:rsid w:val="00423AC9"/>
    <w:rsid w:val="00423FAC"/>
    <w:rsid w:val="00431718"/>
    <w:rsid w:val="00434CD0"/>
    <w:rsid w:val="00455150"/>
    <w:rsid w:val="00477691"/>
    <w:rsid w:val="00483859"/>
    <w:rsid w:val="00487D64"/>
    <w:rsid w:val="00493115"/>
    <w:rsid w:val="00494CB3"/>
    <w:rsid w:val="004A4F1D"/>
    <w:rsid w:val="004C2A18"/>
    <w:rsid w:val="004C2C30"/>
    <w:rsid w:val="004C6496"/>
    <w:rsid w:val="004C6C78"/>
    <w:rsid w:val="004E06ED"/>
    <w:rsid w:val="004E46DA"/>
    <w:rsid w:val="004F39E9"/>
    <w:rsid w:val="004F690D"/>
    <w:rsid w:val="004F6A11"/>
    <w:rsid w:val="005005FA"/>
    <w:rsid w:val="00505357"/>
    <w:rsid w:val="00505FD8"/>
    <w:rsid w:val="0051522B"/>
    <w:rsid w:val="0051737F"/>
    <w:rsid w:val="00524669"/>
    <w:rsid w:val="00533862"/>
    <w:rsid w:val="00534F45"/>
    <w:rsid w:val="00535755"/>
    <w:rsid w:val="00552FF2"/>
    <w:rsid w:val="005554ED"/>
    <w:rsid w:val="00564368"/>
    <w:rsid w:val="0058109A"/>
    <w:rsid w:val="0058474F"/>
    <w:rsid w:val="005868AE"/>
    <w:rsid w:val="005916D5"/>
    <w:rsid w:val="005A01D0"/>
    <w:rsid w:val="005A03FA"/>
    <w:rsid w:val="005A406B"/>
    <w:rsid w:val="005B3739"/>
    <w:rsid w:val="005B3D21"/>
    <w:rsid w:val="005C3938"/>
    <w:rsid w:val="005D3AC7"/>
    <w:rsid w:val="005D702D"/>
    <w:rsid w:val="005D7199"/>
    <w:rsid w:val="005E138D"/>
    <w:rsid w:val="005E2674"/>
    <w:rsid w:val="0060166A"/>
    <w:rsid w:val="00614E04"/>
    <w:rsid w:val="0062423D"/>
    <w:rsid w:val="00624472"/>
    <w:rsid w:val="00627B30"/>
    <w:rsid w:val="006426AE"/>
    <w:rsid w:val="00643CF5"/>
    <w:rsid w:val="00651008"/>
    <w:rsid w:val="006521EC"/>
    <w:rsid w:val="00660319"/>
    <w:rsid w:val="006623CC"/>
    <w:rsid w:val="006664EA"/>
    <w:rsid w:val="00674F7D"/>
    <w:rsid w:val="006801DC"/>
    <w:rsid w:val="00681021"/>
    <w:rsid w:val="0068180B"/>
    <w:rsid w:val="00682E6E"/>
    <w:rsid w:val="00691CF5"/>
    <w:rsid w:val="00692250"/>
    <w:rsid w:val="0069312F"/>
    <w:rsid w:val="006A370D"/>
    <w:rsid w:val="006B0B8E"/>
    <w:rsid w:val="006B10E6"/>
    <w:rsid w:val="006B6294"/>
    <w:rsid w:val="006B7149"/>
    <w:rsid w:val="006C3846"/>
    <w:rsid w:val="006C59BC"/>
    <w:rsid w:val="006D14F8"/>
    <w:rsid w:val="006D68EA"/>
    <w:rsid w:val="006D6F7D"/>
    <w:rsid w:val="006E7E66"/>
    <w:rsid w:val="006F00F1"/>
    <w:rsid w:val="006F338B"/>
    <w:rsid w:val="006F4E64"/>
    <w:rsid w:val="006F7B0A"/>
    <w:rsid w:val="00704F87"/>
    <w:rsid w:val="00705003"/>
    <w:rsid w:val="00705353"/>
    <w:rsid w:val="00715F74"/>
    <w:rsid w:val="00725E66"/>
    <w:rsid w:val="00727CDB"/>
    <w:rsid w:val="0073407F"/>
    <w:rsid w:val="0075176B"/>
    <w:rsid w:val="00761694"/>
    <w:rsid w:val="0076207D"/>
    <w:rsid w:val="0076700A"/>
    <w:rsid w:val="00775A1B"/>
    <w:rsid w:val="007838DC"/>
    <w:rsid w:val="00787D89"/>
    <w:rsid w:val="00790911"/>
    <w:rsid w:val="00790E66"/>
    <w:rsid w:val="00793FCA"/>
    <w:rsid w:val="007A2589"/>
    <w:rsid w:val="007C0D9E"/>
    <w:rsid w:val="007C0FEA"/>
    <w:rsid w:val="007C1154"/>
    <w:rsid w:val="007C3DEC"/>
    <w:rsid w:val="007D39FD"/>
    <w:rsid w:val="007E3F69"/>
    <w:rsid w:val="007E513A"/>
    <w:rsid w:val="007E6071"/>
    <w:rsid w:val="007F5B71"/>
    <w:rsid w:val="007F5FC8"/>
    <w:rsid w:val="007F75CA"/>
    <w:rsid w:val="0080197E"/>
    <w:rsid w:val="00820C13"/>
    <w:rsid w:val="00833B86"/>
    <w:rsid w:val="00833E7C"/>
    <w:rsid w:val="00837C41"/>
    <w:rsid w:val="00842294"/>
    <w:rsid w:val="00845422"/>
    <w:rsid w:val="008474F2"/>
    <w:rsid w:val="00854EFC"/>
    <w:rsid w:val="00861FDF"/>
    <w:rsid w:val="00870972"/>
    <w:rsid w:val="00877E50"/>
    <w:rsid w:val="00880098"/>
    <w:rsid w:val="008909A4"/>
    <w:rsid w:val="0089490C"/>
    <w:rsid w:val="008A0EB2"/>
    <w:rsid w:val="008A4C94"/>
    <w:rsid w:val="008B21EA"/>
    <w:rsid w:val="008B661A"/>
    <w:rsid w:val="008C33AB"/>
    <w:rsid w:val="008D5B22"/>
    <w:rsid w:val="008F39C8"/>
    <w:rsid w:val="0091144D"/>
    <w:rsid w:val="009178D9"/>
    <w:rsid w:val="00922964"/>
    <w:rsid w:val="00930720"/>
    <w:rsid w:val="00936A6F"/>
    <w:rsid w:val="009768E6"/>
    <w:rsid w:val="009829AD"/>
    <w:rsid w:val="00993E23"/>
    <w:rsid w:val="009A2ABD"/>
    <w:rsid w:val="009B0C5A"/>
    <w:rsid w:val="009B207E"/>
    <w:rsid w:val="009B32F8"/>
    <w:rsid w:val="009B7D11"/>
    <w:rsid w:val="009D0F6E"/>
    <w:rsid w:val="009D3E37"/>
    <w:rsid w:val="009D4A10"/>
    <w:rsid w:val="009D50D4"/>
    <w:rsid w:val="009D512F"/>
    <w:rsid w:val="009E1F05"/>
    <w:rsid w:val="009E6B3F"/>
    <w:rsid w:val="00A03DAA"/>
    <w:rsid w:val="00A1332E"/>
    <w:rsid w:val="00A21A8C"/>
    <w:rsid w:val="00A349F1"/>
    <w:rsid w:val="00A40FF1"/>
    <w:rsid w:val="00A424C4"/>
    <w:rsid w:val="00A46B01"/>
    <w:rsid w:val="00A512D2"/>
    <w:rsid w:val="00A641EC"/>
    <w:rsid w:val="00A756AB"/>
    <w:rsid w:val="00A92CB9"/>
    <w:rsid w:val="00AA5303"/>
    <w:rsid w:val="00AA7659"/>
    <w:rsid w:val="00AB0826"/>
    <w:rsid w:val="00AC24F9"/>
    <w:rsid w:val="00AC712C"/>
    <w:rsid w:val="00AD28A7"/>
    <w:rsid w:val="00AD6B47"/>
    <w:rsid w:val="00AF21FD"/>
    <w:rsid w:val="00AF7259"/>
    <w:rsid w:val="00B10E9F"/>
    <w:rsid w:val="00B146F3"/>
    <w:rsid w:val="00B15A86"/>
    <w:rsid w:val="00B17348"/>
    <w:rsid w:val="00B20046"/>
    <w:rsid w:val="00B30B9F"/>
    <w:rsid w:val="00B43C2A"/>
    <w:rsid w:val="00B57E0F"/>
    <w:rsid w:val="00B60B05"/>
    <w:rsid w:val="00B6331B"/>
    <w:rsid w:val="00B63BA5"/>
    <w:rsid w:val="00B717BB"/>
    <w:rsid w:val="00B75CEF"/>
    <w:rsid w:val="00B774EC"/>
    <w:rsid w:val="00BA1565"/>
    <w:rsid w:val="00BB2798"/>
    <w:rsid w:val="00BB3F3E"/>
    <w:rsid w:val="00BC3DBE"/>
    <w:rsid w:val="00BC44DF"/>
    <w:rsid w:val="00BD1F36"/>
    <w:rsid w:val="00BD3C47"/>
    <w:rsid w:val="00BE1B39"/>
    <w:rsid w:val="00BE3A7B"/>
    <w:rsid w:val="00BE6C3B"/>
    <w:rsid w:val="00BF791A"/>
    <w:rsid w:val="00C02368"/>
    <w:rsid w:val="00C06926"/>
    <w:rsid w:val="00C06BEA"/>
    <w:rsid w:val="00C1493F"/>
    <w:rsid w:val="00C17907"/>
    <w:rsid w:val="00C216EE"/>
    <w:rsid w:val="00C21CC5"/>
    <w:rsid w:val="00C23C74"/>
    <w:rsid w:val="00C273E0"/>
    <w:rsid w:val="00C36E68"/>
    <w:rsid w:val="00C42806"/>
    <w:rsid w:val="00C432A2"/>
    <w:rsid w:val="00C44307"/>
    <w:rsid w:val="00C44C2A"/>
    <w:rsid w:val="00C44D39"/>
    <w:rsid w:val="00C45509"/>
    <w:rsid w:val="00C57E72"/>
    <w:rsid w:val="00C60C73"/>
    <w:rsid w:val="00C70C32"/>
    <w:rsid w:val="00C76263"/>
    <w:rsid w:val="00C77E6C"/>
    <w:rsid w:val="00C9023C"/>
    <w:rsid w:val="00CA759E"/>
    <w:rsid w:val="00CB2BAB"/>
    <w:rsid w:val="00CC2B71"/>
    <w:rsid w:val="00CE5391"/>
    <w:rsid w:val="00CF31DE"/>
    <w:rsid w:val="00D02EE3"/>
    <w:rsid w:val="00D05ED6"/>
    <w:rsid w:val="00D12D9A"/>
    <w:rsid w:val="00D14EB1"/>
    <w:rsid w:val="00D162D3"/>
    <w:rsid w:val="00D16648"/>
    <w:rsid w:val="00D16CA1"/>
    <w:rsid w:val="00D2072E"/>
    <w:rsid w:val="00D2193B"/>
    <w:rsid w:val="00D22CF7"/>
    <w:rsid w:val="00D233C7"/>
    <w:rsid w:val="00D26831"/>
    <w:rsid w:val="00D507D5"/>
    <w:rsid w:val="00D52F9A"/>
    <w:rsid w:val="00D5430F"/>
    <w:rsid w:val="00D564F1"/>
    <w:rsid w:val="00D60F58"/>
    <w:rsid w:val="00D62DB0"/>
    <w:rsid w:val="00D6680F"/>
    <w:rsid w:val="00D70009"/>
    <w:rsid w:val="00D71CB8"/>
    <w:rsid w:val="00D736DD"/>
    <w:rsid w:val="00D80A44"/>
    <w:rsid w:val="00D8365B"/>
    <w:rsid w:val="00D85E98"/>
    <w:rsid w:val="00D86FF7"/>
    <w:rsid w:val="00D942EF"/>
    <w:rsid w:val="00DA0421"/>
    <w:rsid w:val="00DA4275"/>
    <w:rsid w:val="00DB23E5"/>
    <w:rsid w:val="00DB48F6"/>
    <w:rsid w:val="00DC3AE3"/>
    <w:rsid w:val="00DC7441"/>
    <w:rsid w:val="00DD766B"/>
    <w:rsid w:val="00DE0A57"/>
    <w:rsid w:val="00DE1642"/>
    <w:rsid w:val="00DE50DD"/>
    <w:rsid w:val="00E01246"/>
    <w:rsid w:val="00E01C86"/>
    <w:rsid w:val="00E0249F"/>
    <w:rsid w:val="00E03376"/>
    <w:rsid w:val="00E03EC8"/>
    <w:rsid w:val="00E07978"/>
    <w:rsid w:val="00E11F92"/>
    <w:rsid w:val="00E14F37"/>
    <w:rsid w:val="00E20478"/>
    <w:rsid w:val="00E225BE"/>
    <w:rsid w:val="00E3022D"/>
    <w:rsid w:val="00E35080"/>
    <w:rsid w:val="00E35D76"/>
    <w:rsid w:val="00E65DBA"/>
    <w:rsid w:val="00E66CFD"/>
    <w:rsid w:val="00E721EC"/>
    <w:rsid w:val="00E7499C"/>
    <w:rsid w:val="00E86C30"/>
    <w:rsid w:val="00E90791"/>
    <w:rsid w:val="00E90C30"/>
    <w:rsid w:val="00E91BC6"/>
    <w:rsid w:val="00E97753"/>
    <w:rsid w:val="00EA1D81"/>
    <w:rsid w:val="00EB04D6"/>
    <w:rsid w:val="00EB3E97"/>
    <w:rsid w:val="00EB5E8F"/>
    <w:rsid w:val="00EB78D2"/>
    <w:rsid w:val="00ED2065"/>
    <w:rsid w:val="00ED2BD6"/>
    <w:rsid w:val="00EE4C7D"/>
    <w:rsid w:val="00EE5C26"/>
    <w:rsid w:val="00EF037A"/>
    <w:rsid w:val="00EF17FA"/>
    <w:rsid w:val="00F03644"/>
    <w:rsid w:val="00F07F8F"/>
    <w:rsid w:val="00F10DA6"/>
    <w:rsid w:val="00F252D8"/>
    <w:rsid w:val="00F264C2"/>
    <w:rsid w:val="00F27895"/>
    <w:rsid w:val="00F420E5"/>
    <w:rsid w:val="00F46D60"/>
    <w:rsid w:val="00F5150F"/>
    <w:rsid w:val="00F53A34"/>
    <w:rsid w:val="00F64A62"/>
    <w:rsid w:val="00F65C85"/>
    <w:rsid w:val="00F73DA3"/>
    <w:rsid w:val="00F873B9"/>
    <w:rsid w:val="00FA3CFC"/>
    <w:rsid w:val="00FB00FA"/>
    <w:rsid w:val="00FB016F"/>
    <w:rsid w:val="00FB0349"/>
    <w:rsid w:val="00FB1D87"/>
    <w:rsid w:val="00FC1C13"/>
    <w:rsid w:val="00FC4E46"/>
    <w:rsid w:val="00FD0775"/>
    <w:rsid w:val="00FD0D83"/>
    <w:rsid w:val="00FD10AD"/>
    <w:rsid w:val="00FD1C40"/>
    <w:rsid w:val="00FE28F8"/>
    <w:rsid w:val="00FE3B6B"/>
    <w:rsid w:val="00FF2C3C"/>
    <w:rsid w:val="00FF4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C69C97-3B16-426C-9DC4-D5A08C84DE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2</TotalTime>
  <Pages>1</Pages>
  <Words>127</Words>
  <Characters>686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9</cp:revision>
  <cp:lastPrinted>2018-08-06T12:57:00Z</cp:lastPrinted>
  <dcterms:created xsi:type="dcterms:W3CDTF">2018-08-13T14:26:00Z</dcterms:created>
  <dcterms:modified xsi:type="dcterms:W3CDTF">2018-08-14T11:16:00Z</dcterms:modified>
</cp:coreProperties>
</file>